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B17A7" w14:textId="77777777" w:rsidR="007D40F0" w:rsidRPr="007D40F0" w:rsidRDefault="007D40F0" w:rsidP="007D40F0">
      <w:pPr>
        <w:jc w:val="right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Anexa </w:t>
      </w:r>
      <w:r w:rsidR="00894060">
        <w:rPr>
          <w:rFonts w:ascii="Calibri" w:hAnsi="Calibri"/>
          <w:b/>
        </w:rPr>
        <w:t>9</w:t>
      </w:r>
    </w:p>
    <w:p w14:paraId="14571705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6C1ADAE1" w14:textId="77777777" w:rsidR="007D40F0" w:rsidRPr="007D40F0" w:rsidRDefault="007D40F0" w:rsidP="007D40F0">
      <w:pPr>
        <w:jc w:val="center"/>
        <w:rPr>
          <w:rFonts w:ascii="Calibri" w:hAnsi="Calibri"/>
        </w:rPr>
      </w:pPr>
    </w:p>
    <w:p w14:paraId="5D4BCF31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4058628B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</w:p>
    <w:p w14:paraId="19C93CE0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14:paraId="583110B3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14:paraId="6D5A8D20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5E4E642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79623F86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92BF7CF" w14:textId="77777777"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</w:t>
      </w:r>
      <w:r w:rsidR="00705F73">
        <w:rPr>
          <w:rFonts w:ascii="Calibri" w:hAnsi="Calibri"/>
          <w:i/>
        </w:rPr>
        <w:t>solicitant</w:t>
      </w:r>
      <w:r w:rsidR="00705F73" w:rsidRPr="007D40F0">
        <w:rPr>
          <w:rFonts w:ascii="Calibri" w:hAnsi="Calibri"/>
          <w:i/>
        </w:rPr>
        <w:t xml:space="preserve"> </w:t>
      </w:r>
      <w:r w:rsidRPr="007D40F0">
        <w:rPr>
          <w:rFonts w:ascii="Calibri" w:hAnsi="Calibri"/>
          <w:i/>
        </w:rPr>
        <w:t xml:space="preserve">și se va data, semna și ștampila </w:t>
      </w:r>
      <w:r w:rsidR="00705F73">
        <w:rPr>
          <w:rFonts w:ascii="Calibri" w:hAnsi="Calibri"/>
          <w:i/>
        </w:rPr>
        <w:t>sau certifica prin semnătură electronică</w:t>
      </w:r>
    </w:p>
    <w:p w14:paraId="36CE8B0E" w14:textId="77777777" w:rsidR="007D40F0" w:rsidRPr="007D40F0" w:rsidRDefault="007D40F0" w:rsidP="007D40F0">
      <w:pPr>
        <w:rPr>
          <w:rFonts w:ascii="Calibri" w:hAnsi="Calibri"/>
        </w:rPr>
      </w:pPr>
    </w:p>
    <w:p w14:paraId="2CB95D2C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>În cadrul proiectului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</w:t>
      </w:r>
      <w:r w:rsidR="000455AE">
        <w:rPr>
          <w:rFonts w:ascii="Calibri" w:hAnsi="Calibri"/>
          <w:i/>
        </w:rPr>
        <w:t xml:space="preserve">parteneriat </w:t>
      </w:r>
      <w:r w:rsidRPr="007D40F0">
        <w:rPr>
          <w:rFonts w:ascii="Calibri" w:hAnsi="Calibri"/>
          <w:i/>
        </w:rPr>
        <w:t xml:space="preserve">solicitant), </w:t>
      </w:r>
      <w:r w:rsidRPr="007D40F0">
        <w:rPr>
          <w:rFonts w:ascii="Calibri" w:hAnsi="Calibri"/>
        </w:rPr>
        <w:t>sunt propuse echipamente/dotări/servicii, ale căror costuri au fost stabilite după cum urmează:</w:t>
      </w:r>
    </w:p>
    <w:p w14:paraId="5E382697" w14:textId="77777777" w:rsidR="007D40F0" w:rsidRPr="007D40F0" w:rsidRDefault="007D40F0" w:rsidP="007D40F0">
      <w:pPr>
        <w:rPr>
          <w:rFonts w:ascii="Calibri" w:hAnsi="Calibri"/>
          <w:i/>
        </w:rPr>
      </w:pPr>
    </w:p>
    <w:p w14:paraId="2B2D653E" w14:textId="77777777"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14:paraId="0791D511" w14:textId="77777777"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5063"/>
      </w:tblGrid>
      <w:tr w:rsidR="007D40F0" w:rsidRPr="00326DC2" w14:paraId="152CCD9C" w14:textId="77777777" w:rsidTr="00326DC2">
        <w:tc>
          <w:tcPr>
            <w:tcW w:w="4503" w:type="dxa"/>
            <w:shd w:val="clear" w:color="auto" w:fill="auto"/>
            <w:vAlign w:val="center"/>
          </w:tcPr>
          <w:p w14:paraId="00A7A2F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241455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14:paraId="577FB70E" w14:textId="77777777" w:rsidTr="00326DC2">
        <w:tc>
          <w:tcPr>
            <w:tcW w:w="4503" w:type="dxa"/>
            <w:shd w:val="clear" w:color="auto" w:fill="auto"/>
            <w:vAlign w:val="center"/>
          </w:tcPr>
          <w:p w14:paraId="72D8989C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A6388B0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04033FF8" w14:textId="77777777" w:rsidTr="00326DC2">
        <w:tc>
          <w:tcPr>
            <w:tcW w:w="4503" w:type="dxa"/>
            <w:shd w:val="clear" w:color="auto" w:fill="auto"/>
            <w:vAlign w:val="center"/>
          </w:tcPr>
          <w:p w14:paraId="599E7C4F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013D5F1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5E89F373" w14:textId="77777777" w:rsidTr="00326DC2">
        <w:tc>
          <w:tcPr>
            <w:tcW w:w="4503" w:type="dxa"/>
            <w:shd w:val="clear" w:color="auto" w:fill="auto"/>
            <w:vAlign w:val="center"/>
          </w:tcPr>
          <w:p w14:paraId="0BB9B02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DA7EF08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14:paraId="6D4D7231" w14:textId="77777777" w:rsidR="007D40F0" w:rsidRPr="007D40F0" w:rsidRDefault="007D40F0" w:rsidP="007D40F0">
      <w:pPr>
        <w:rPr>
          <w:rFonts w:ascii="Calibri" w:hAnsi="Calibri"/>
        </w:rPr>
      </w:pPr>
    </w:p>
    <w:p w14:paraId="4F22C5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40C0B98" w14:textId="489AE9D2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 xml:space="preserve">(denumire </w:t>
      </w:r>
      <w:r w:rsidR="006521F4">
        <w:rPr>
          <w:rFonts w:ascii="Calibri" w:hAnsi="Calibri"/>
          <w:i/>
        </w:rPr>
        <w:t xml:space="preserve">parteneriat </w:t>
      </w:r>
      <w:r w:rsidR="00705F73">
        <w:rPr>
          <w:rFonts w:ascii="Calibri" w:hAnsi="Calibri"/>
          <w:i/>
        </w:rPr>
        <w:t>solicitant</w:t>
      </w:r>
      <w:r w:rsidRPr="007D40F0">
        <w:rPr>
          <w:rFonts w:ascii="Calibri" w:hAnsi="Calibri"/>
          <w:i/>
        </w:rPr>
        <w:t>)</w:t>
      </w:r>
      <w:r w:rsidRPr="007D40F0">
        <w:rPr>
          <w:rFonts w:ascii="Calibri" w:hAnsi="Calibri"/>
        </w:rPr>
        <w:t xml:space="preserve"> certific corectitudinea datelor prezentate mai sus.</w:t>
      </w:r>
    </w:p>
    <w:p w14:paraId="5D2574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0FF9BBF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6906A0BD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E514EE6" w14:textId="77777777" w:rsidR="007D40F0" w:rsidRDefault="007D40F0" w:rsidP="007D40F0">
      <w:pPr>
        <w:jc w:val="both"/>
        <w:rPr>
          <w:rFonts w:ascii="Calibri" w:hAnsi="Calibri"/>
        </w:rPr>
      </w:pPr>
    </w:p>
    <w:p w14:paraId="504CA37F" w14:textId="77777777" w:rsidR="007D40F0" w:rsidRDefault="007D40F0" w:rsidP="007D40F0">
      <w:pPr>
        <w:jc w:val="both"/>
        <w:rPr>
          <w:rFonts w:ascii="Calibri" w:hAnsi="Calibri"/>
        </w:rPr>
      </w:pPr>
    </w:p>
    <w:p w14:paraId="27292617" w14:textId="77777777" w:rsidR="007D40F0" w:rsidRDefault="007D40F0" w:rsidP="007D40F0">
      <w:pPr>
        <w:jc w:val="both"/>
        <w:rPr>
          <w:rFonts w:ascii="Calibri" w:hAnsi="Calibri"/>
        </w:rPr>
      </w:pPr>
    </w:p>
    <w:p w14:paraId="70A709DC" w14:textId="77777777"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14:paraId="3E936914" w14:textId="77777777" w:rsidTr="00326DC2">
        <w:tc>
          <w:tcPr>
            <w:tcW w:w="4703" w:type="dxa"/>
            <w:shd w:val="clear" w:color="auto" w:fill="auto"/>
          </w:tcPr>
          <w:p w14:paraId="53321E07" w14:textId="0F16F5B9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Semnătură </w:t>
            </w:r>
            <w:r w:rsidR="006521F4">
              <w:rPr>
                <w:rFonts w:ascii="Calibri" w:eastAsia="MS Mincho" w:hAnsi="Calibri"/>
              </w:rPr>
              <w:t xml:space="preserve">lider </w:t>
            </w:r>
            <w:r w:rsidR="006521F4" w:rsidRPr="006521F4">
              <w:rPr>
                <w:rFonts w:ascii="Calibri" w:eastAsia="MS Mincho" w:hAnsi="Calibri"/>
              </w:rPr>
              <w:t xml:space="preserve">parteneriat </w:t>
            </w:r>
            <w:r w:rsidR="00705F73">
              <w:rPr>
                <w:rFonts w:ascii="Calibri" w:eastAsia="MS Mincho" w:hAnsi="Calibri"/>
              </w:rPr>
              <w:t>solicitant</w:t>
            </w:r>
          </w:p>
          <w:p w14:paraId="44B6DBF8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14:paraId="36218260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14:paraId="3832F3B1" w14:textId="77777777" w:rsidR="00110896" w:rsidRDefault="00110896" w:rsidP="007D40F0">
      <w:pPr>
        <w:pStyle w:val="Title"/>
        <w:rPr>
          <w:rFonts w:ascii="Calibri" w:hAnsi="Calibri"/>
          <w:b w:val="0"/>
          <w:sz w:val="24"/>
        </w:rPr>
      </w:pPr>
    </w:p>
    <w:p w14:paraId="15BB9576" w14:textId="77777777" w:rsidR="00802C93" w:rsidRDefault="00802C93" w:rsidP="00802C93">
      <w:pPr>
        <w:pStyle w:val="Subtitle"/>
      </w:pPr>
    </w:p>
    <w:p w14:paraId="58618045" w14:textId="77777777" w:rsidR="00802C93" w:rsidRDefault="00802C93" w:rsidP="00802C93">
      <w:pPr>
        <w:rPr>
          <w:lang w:eastAsia="ar-SA"/>
        </w:rPr>
      </w:pPr>
    </w:p>
    <w:p w14:paraId="2F82BDF2" w14:textId="77777777" w:rsidR="00802C93" w:rsidRDefault="00802C93" w:rsidP="00802C93">
      <w:pPr>
        <w:rPr>
          <w:lang w:eastAsia="ar-SA"/>
        </w:rPr>
      </w:pPr>
    </w:p>
    <w:p w14:paraId="45BDAF73" w14:textId="77777777" w:rsidR="00802C93" w:rsidRDefault="00802C93" w:rsidP="00802C93">
      <w:pPr>
        <w:rPr>
          <w:lang w:eastAsia="ar-SA"/>
        </w:rPr>
      </w:pPr>
    </w:p>
    <w:p w14:paraId="1900B402" w14:textId="77777777"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BF74E" w14:textId="77777777" w:rsidR="00364B06" w:rsidRDefault="00364B06">
      <w:r>
        <w:separator/>
      </w:r>
    </w:p>
  </w:endnote>
  <w:endnote w:type="continuationSeparator" w:id="0">
    <w:p w14:paraId="4A5D64D8" w14:textId="77777777" w:rsidR="00364B06" w:rsidRDefault="0036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F19A" w14:textId="77777777" w:rsidR="00852336" w:rsidRDefault="00852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3F9D2BF" w14:textId="77777777">
      <w:trPr>
        <w:cantSplit/>
        <w:trHeight w:hRule="exact" w:val="340"/>
        <w:hidden/>
      </w:trPr>
      <w:tc>
        <w:tcPr>
          <w:tcW w:w="9210" w:type="dxa"/>
        </w:tcPr>
        <w:p w14:paraId="0C02D6DF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216C9E6" w14:textId="77777777" w:rsidR="00F12E7F" w:rsidRDefault="00AA521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67E1FC4" wp14:editId="1F9585A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34731D" wp14:editId="6531028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DE4D9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4731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5ADE4D9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43A59C5" wp14:editId="6D92AFE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7CE84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3A59C5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5597CE84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735337" wp14:editId="764C293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103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727BB72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A4ED98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735337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4641034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727BB72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A4ED98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2D6F534" wp14:editId="6B89C96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C2E3C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788E1" w14:textId="77777777" w:rsidR="00072DDE" w:rsidRDefault="00AA521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CA5DF4F" wp14:editId="4274AC7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0A52F7" wp14:editId="541D848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1FBC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0A52F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6C01FBC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B711A3D" wp14:editId="0D0853A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EE897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711A3D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52EE897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37EF28F" wp14:editId="082C22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BACC0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CEF39C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088AD8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7EF28F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7A0BACC0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CEF39C9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088AD8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028FEF5" wp14:editId="5FC9BD3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6764F" w14:textId="77777777" w:rsidR="00364B06" w:rsidRDefault="00364B06">
      <w:r>
        <w:separator/>
      </w:r>
    </w:p>
  </w:footnote>
  <w:footnote w:type="continuationSeparator" w:id="0">
    <w:p w14:paraId="6FF569C6" w14:textId="77777777" w:rsidR="00364B06" w:rsidRDefault="0036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F551" w14:textId="77777777" w:rsidR="00852336" w:rsidRDefault="00AB0893">
    <w:pPr>
      <w:pStyle w:val="Header"/>
    </w:pPr>
    <w:r>
      <w:rPr>
        <w:noProof/>
      </w:rPr>
      <w:pict w14:anchorId="2678EC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6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8673" w14:textId="77777777" w:rsidR="002B3BB9" w:rsidRPr="00851382" w:rsidRDefault="00AB0893">
    <w:pPr>
      <w:pStyle w:val="Header"/>
      <w:rPr>
        <w:color w:val="999999"/>
      </w:rPr>
    </w:pPr>
    <w:r>
      <w:rPr>
        <w:noProof/>
      </w:rPr>
      <w:pict w14:anchorId="081175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7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0C5FF79" wp14:editId="66E6920E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CDA5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023DDC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C5FF79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96CDA5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0023DDC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54C8" w14:textId="77777777" w:rsidR="002B3BB9" w:rsidRDefault="00AB0893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20000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5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3CB49FCE" wp14:editId="78637082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9E020CB" wp14:editId="4656BF1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08ECFFA4" wp14:editId="0717F1D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568839">
    <w:abstractNumId w:val="3"/>
  </w:num>
  <w:num w:numId="2" w16cid:durableId="817920284">
    <w:abstractNumId w:val="2"/>
  </w:num>
  <w:num w:numId="3" w16cid:durableId="769548929">
    <w:abstractNumId w:val="1"/>
  </w:num>
  <w:num w:numId="4" w16cid:durableId="1048145618">
    <w:abstractNumId w:val="4"/>
  </w:num>
  <w:num w:numId="5" w16cid:durableId="42265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5AE"/>
    <w:rsid w:val="00063CF6"/>
    <w:rsid w:val="00072DDE"/>
    <w:rsid w:val="00080850"/>
    <w:rsid w:val="0009018B"/>
    <w:rsid w:val="00094830"/>
    <w:rsid w:val="000C2AAE"/>
    <w:rsid w:val="000F4091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64B06"/>
    <w:rsid w:val="00376CFE"/>
    <w:rsid w:val="003A5946"/>
    <w:rsid w:val="003E2E03"/>
    <w:rsid w:val="00401958"/>
    <w:rsid w:val="004608E9"/>
    <w:rsid w:val="00474F02"/>
    <w:rsid w:val="00523BEA"/>
    <w:rsid w:val="005A6B00"/>
    <w:rsid w:val="005C21C9"/>
    <w:rsid w:val="005C7AFF"/>
    <w:rsid w:val="00637606"/>
    <w:rsid w:val="00643AC4"/>
    <w:rsid w:val="006521F4"/>
    <w:rsid w:val="006933FC"/>
    <w:rsid w:val="006B79B9"/>
    <w:rsid w:val="006F14B9"/>
    <w:rsid w:val="00705F73"/>
    <w:rsid w:val="007209E0"/>
    <w:rsid w:val="00754551"/>
    <w:rsid w:val="007A69A6"/>
    <w:rsid w:val="007C403D"/>
    <w:rsid w:val="007D40F0"/>
    <w:rsid w:val="00802C93"/>
    <w:rsid w:val="00851382"/>
    <w:rsid w:val="00852336"/>
    <w:rsid w:val="0087265A"/>
    <w:rsid w:val="0088290B"/>
    <w:rsid w:val="00894060"/>
    <w:rsid w:val="008C26CE"/>
    <w:rsid w:val="008E7688"/>
    <w:rsid w:val="00936CF8"/>
    <w:rsid w:val="00950345"/>
    <w:rsid w:val="0095716B"/>
    <w:rsid w:val="009B0069"/>
    <w:rsid w:val="009F711B"/>
    <w:rsid w:val="00A06DE4"/>
    <w:rsid w:val="00A82042"/>
    <w:rsid w:val="00AA5218"/>
    <w:rsid w:val="00AB0893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67E89"/>
    <w:rsid w:val="00D94812"/>
    <w:rsid w:val="00DD113C"/>
    <w:rsid w:val="00E31672"/>
    <w:rsid w:val="00E753B1"/>
    <w:rsid w:val="00EE62AB"/>
    <w:rsid w:val="00EF25AA"/>
    <w:rsid w:val="00EF6CD7"/>
    <w:rsid w:val="00F12E7F"/>
    <w:rsid w:val="00F302EB"/>
    <w:rsid w:val="00FD2955"/>
    <w:rsid w:val="00FD302F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967399E"/>
  <w15:chartTrackingRefBased/>
  <w15:docId w15:val="{36DF1903-C907-4A84-BABF-5709990C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B0893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6B4AA-F735-4C6B-8415-AC82E012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10</TotalTime>
  <Pages>1</Pages>
  <Words>105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1004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11</cp:revision>
  <cp:lastPrinted>2023-10-31T12:30:00Z</cp:lastPrinted>
  <dcterms:created xsi:type="dcterms:W3CDTF">2023-10-02T11:27:00Z</dcterms:created>
  <dcterms:modified xsi:type="dcterms:W3CDTF">2024-03-29T10:10:00Z</dcterms:modified>
</cp:coreProperties>
</file>